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454516" w:rsidRDefault="000F0714" w:rsidP="000F0714">
      <w:pPr>
        <w:pStyle w:val="a7"/>
        <w:jc w:val="center"/>
      </w:pPr>
      <w:r w:rsidRPr="00454516">
        <w:t xml:space="preserve">Сводная ведомость </w:t>
      </w:r>
      <w:proofErr w:type="gramStart"/>
      <w:r w:rsidRPr="00454516">
        <w:t xml:space="preserve">результатов </w:t>
      </w:r>
      <w:r w:rsidR="004654AF" w:rsidRPr="00454516">
        <w:t xml:space="preserve">проведения </w:t>
      </w:r>
      <w:r w:rsidRPr="00454516">
        <w:t>специальной оценки условий труда</w:t>
      </w:r>
      <w:proofErr w:type="gramEnd"/>
    </w:p>
    <w:p w:rsidR="00B3448B" w:rsidRPr="00454516" w:rsidRDefault="00B3448B" w:rsidP="00B3448B"/>
    <w:p w:rsidR="00B3448B" w:rsidRPr="00454516" w:rsidRDefault="00B3448B" w:rsidP="00B3448B">
      <w:r w:rsidRPr="00454516">
        <w:t>Наименование организации:</w:t>
      </w:r>
      <w:r w:rsidRPr="00454516">
        <w:rPr>
          <w:rStyle w:val="a9"/>
        </w:rPr>
        <w:t xml:space="preserve"> </w:t>
      </w:r>
      <w:r w:rsidRPr="00454516">
        <w:rPr>
          <w:rStyle w:val="a9"/>
        </w:rPr>
        <w:fldChar w:fldCharType="begin"/>
      </w:r>
      <w:r w:rsidRPr="00454516">
        <w:rPr>
          <w:rStyle w:val="a9"/>
        </w:rPr>
        <w:instrText xml:space="preserve"> DOCVARIABLE </w:instrText>
      </w:r>
      <w:r w:rsidR="00EA3306" w:rsidRPr="00454516">
        <w:rPr>
          <w:rStyle w:val="a9"/>
        </w:rPr>
        <w:instrText>ceh_info</w:instrText>
      </w:r>
      <w:r w:rsidRPr="00454516">
        <w:rPr>
          <w:rStyle w:val="a9"/>
        </w:rPr>
        <w:instrText xml:space="preserve"> \* MERGEFORMAT </w:instrText>
      </w:r>
      <w:r w:rsidR="00B874F5" w:rsidRPr="00454516">
        <w:rPr>
          <w:rStyle w:val="a9"/>
        </w:rPr>
        <w:fldChar w:fldCharType="separate"/>
      </w:r>
      <w:r w:rsidR="0040296D" w:rsidRPr="0040296D">
        <w:rPr>
          <w:rStyle w:val="a9"/>
        </w:rPr>
        <w:t>Открытое акционерное общество "РОТ ФРОНТ"</w:t>
      </w:r>
      <w:r w:rsidRPr="00454516">
        <w:rPr>
          <w:rStyle w:val="a9"/>
        </w:rPr>
        <w:fldChar w:fldCharType="end"/>
      </w:r>
      <w:r w:rsidRPr="00454516">
        <w:rPr>
          <w:rStyle w:val="a9"/>
        </w:rPr>
        <w:t> </w:t>
      </w:r>
    </w:p>
    <w:p w:rsidR="00F06873" w:rsidRPr="00454516" w:rsidRDefault="00F06873" w:rsidP="004654AF">
      <w:pPr>
        <w:suppressAutoHyphens/>
        <w:jc w:val="right"/>
      </w:pPr>
      <w:r w:rsidRPr="00454516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454516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45451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и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454516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454516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454516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54516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54516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454516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454516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454516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454516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454516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1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454516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454516" w:rsidRDefault="0040296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18" w:type="dxa"/>
            <w:vAlign w:val="center"/>
          </w:tcPr>
          <w:p w:rsidR="00AF1EDF" w:rsidRPr="00454516" w:rsidRDefault="0040296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63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454516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е</w:t>
            </w:r>
            <w:r w:rsidRPr="00454516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454516" w:rsidRDefault="0040296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118" w:type="dxa"/>
            <w:vAlign w:val="center"/>
          </w:tcPr>
          <w:p w:rsidR="00AF1EDF" w:rsidRPr="00454516" w:rsidRDefault="0040296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63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454516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454516" w:rsidRDefault="0040296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  <w:vAlign w:val="center"/>
          </w:tcPr>
          <w:p w:rsidR="00AF1EDF" w:rsidRPr="00454516" w:rsidRDefault="0040296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63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454516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454516" w:rsidRDefault="0040296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454516" w:rsidRDefault="0040296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454516" w:rsidTr="004654AF">
        <w:trPr>
          <w:jc w:val="center"/>
        </w:trPr>
        <w:tc>
          <w:tcPr>
            <w:tcW w:w="3518" w:type="dxa"/>
            <w:vAlign w:val="center"/>
          </w:tcPr>
          <w:p w:rsidR="00AF1EDF" w:rsidRPr="00454516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454516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454516" w:rsidRDefault="0040296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454516" w:rsidRDefault="0040296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454516" w:rsidRDefault="0040296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454516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454516" w:rsidRDefault="00F06873" w:rsidP="00F06873">
      <w:pPr>
        <w:jc w:val="right"/>
      </w:pPr>
      <w:r w:rsidRPr="00454516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454516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54516" w:rsidRDefault="004654AF" w:rsidP="00F06873">
            <w:pPr>
              <w:jc w:val="center"/>
              <w:rPr>
                <w:sz w:val="20"/>
              </w:rPr>
            </w:pPr>
            <w:r w:rsidRPr="00454516">
              <w:rPr>
                <w:color w:val="000000"/>
                <w:sz w:val="20"/>
              </w:rPr>
              <w:t>Инд</w:t>
            </w:r>
            <w:r w:rsidRPr="00454516">
              <w:rPr>
                <w:color w:val="000000"/>
                <w:sz w:val="20"/>
              </w:rPr>
              <w:t>и</w:t>
            </w:r>
            <w:r w:rsidRPr="00454516">
              <w:rPr>
                <w:color w:val="000000"/>
                <w:sz w:val="20"/>
              </w:rPr>
              <w:t>ви</w:t>
            </w:r>
            <w:r w:rsidRPr="00454516">
              <w:rPr>
                <w:color w:val="000000"/>
                <w:sz w:val="20"/>
              </w:rPr>
              <w:softHyphen/>
              <w:t>дуал</w:t>
            </w:r>
            <w:r w:rsidRPr="00454516">
              <w:rPr>
                <w:color w:val="000000"/>
                <w:sz w:val="20"/>
              </w:rPr>
              <w:t>ь</w:t>
            </w:r>
            <w:r w:rsidRPr="00454516">
              <w:rPr>
                <w:color w:val="000000"/>
                <w:sz w:val="20"/>
              </w:rPr>
              <w:t>ный номер рабоч</w:t>
            </w:r>
            <w:r w:rsidRPr="00454516">
              <w:rPr>
                <w:color w:val="000000"/>
                <w:sz w:val="20"/>
              </w:rPr>
              <w:t>е</w:t>
            </w:r>
            <w:r w:rsidRPr="00454516">
              <w:rPr>
                <w:color w:val="000000"/>
                <w:sz w:val="20"/>
              </w:rPr>
              <w:t>го ме</w:t>
            </w:r>
            <w:r w:rsidRPr="00454516">
              <w:rPr>
                <w:color w:val="000000"/>
                <w:sz w:val="20"/>
              </w:rPr>
              <w:t>с</w:t>
            </w:r>
            <w:r w:rsidRPr="00454516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54516" w:rsidRDefault="004654AF" w:rsidP="004654AF">
            <w:pPr>
              <w:jc w:val="center"/>
              <w:rPr>
                <w:color w:val="000000"/>
                <w:sz w:val="20"/>
              </w:rPr>
            </w:pPr>
            <w:r w:rsidRPr="00454516">
              <w:rPr>
                <w:color w:val="000000"/>
                <w:sz w:val="20"/>
              </w:rPr>
              <w:t>Профессия/</w:t>
            </w:r>
            <w:r w:rsidRPr="00454516">
              <w:rPr>
                <w:color w:val="000000"/>
                <w:sz w:val="20"/>
              </w:rPr>
              <w:br/>
              <w:t>должность/</w:t>
            </w:r>
            <w:r w:rsidRPr="00454516">
              <w:rPr>
                <w:color w:val="000000"/>
                <w:sz w:val="20"/>
              </w:rPr>
              <w:br/>
              <w:t>специальность рабо</w:t>
            </w:r>
            <w:r w:rsidRPr="00454516">
              <w:rPr>
                <w:color w:val="000000"/>
                <w:sz w:val="20"/>
              </w:rPr>
              <w:t>т</w:t>
            </w:r>
            <w:r w:rsidRPr="00454516">
              <w:rPr>
                <w:color w:val="000000"/>
                <w:sz w:val="20"/>
              </w:rPr>
              <w:t xml:space="preserve">ника </w:t>
            </w:r>
          </w:p>
          <w:p w:rsidR="00F06873" w:rsidRPr="00454516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54516" w:rsidRDefault="00F06873" w:rsidP="00F06873">
            <w:pPr>
              <w:jc w:val="center"/>
              <w:rPr>
                <w:sz w:val="20"/>
              </w:rPr>
            </w:pPr>
            <w:r w:rsidRPr="00454516">
              <w:rPr>
                <w:sz w:val="20"/>
              </w:rPr>
              <w:t>Классы</w:t>
            </w:r>
            <w:r w:rsidR="004654AF" w:rsidRPr="00454516">
              <w:rPr>
                <w:sz w:val="20"/>
              </w:rPr>
              <w:t xml:space="preserve"> </w:t>
            </w:r>
            <w:r w:rsidR="004654AF" w:rsidRPr="00454516">
              <w:rPr>
                <w:color w:val="000000"/>
                <w:sz w:val="20"/>
              </w:rPr>
              <w:t>(подклассы)</w:t>
            </w:r>
            <w:r w:rsidRPr="00454516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го примен</w:t>
            </w:r>
            <w:r w:rsidRPr="00454516">
              <w:rPr>
                <w:color w:val="000000"/>
                <w:sz w:val="16"/>
                <w:szCs w:val="16"/>
              </w:rPr>
              <w:t>е</w:t>
            </w:r>
            <w:r w:rsidRPr="00454516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454516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454516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454516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45451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454516">
              <w:rPr>
                <w:color w:val="000000"/>
                <w:sz w:val="16"/>
                <w:szCs w:val="16"/>
              </w:rPr>
              <w:t>ь</w:t>
            </w:r>
            <w:r w:rsidRPr="00454516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454516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Лечебно</w:t>
            </w:r>
            <w:r w:rsidRPr="00454516">
              <w:rPr>
                <w:sz w:val="16"/>
                <w:szCs w:val="16"/>
              </w:rPr>
              <w:t>-профилактическое п</w:t>
            </w:r>
            <w:r w:rsidRPr="00454516">
              <w:rPr>
                <w:sz w:val="16"/>
                <w:szCs w:val="16"/>
              </w:rPr>
              <w:t>и</w:t>
            </w:r>
            <w:r w:rsidRPr="00454516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Льготно</w:t>
            </w:r>
            <w:r w:rsidRPr="00454516">
              <w:rPr>
                <w:sz w:val="16"/>
                <w:szCs w:val="16"/>
              </w:rPr>
              <w:t>е пенсионное обеспеч</w:t>
            </w:r>
            <w:r w:rsidRPr="00454516">
              <w:rPr>
                <w:sz w:val="16"/>
                <w:szCs w:val="16"/>
              </w:rPr>
              <w:t>е</w:t>
            </w:r>
            <w:r w:rsidRPr="00454516">
              <w:rPr>
                <w:sz w:val="16"/>
                <w:szCs w:val="16"/>
              </w:rPr>
              <w:t>ние (да/нет)</w:t>
            </w:r>
          </w:p>
        </w:tc>
      </w:tr>
      <w:tr w:rsidR="00F06873" w:rsidRPr="00454516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454516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454516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454516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454516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2E4BD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454516">
              <w:rPr>
                <w:color w:val="000000"/>
                <w:sz w:val="16"/>
                <w:szCs w:val="16"/>
              </w:rPr>
              <w:t>микроклимат</w:t>
            </w:r>
            <w:r w:rsidRPr="00454516"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454516" w:rsidRDefault="002E4BD9" w:rsidP="002E4BD9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454516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454516">
              <w:rPr>
                <w:color w:val="000000"/>
                <w:sz w:val="16"/>
                <w:szCs w:val="16"/>
              </w:rPr>
              <w:t>о</w:t>
            </w:r>
            <w:r w:rsidRPr="00454516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454516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454516" w:rsidTr="004654AF">
        <w:tc>
          <w:tcPr>
            <w:tcW w:w="959" w:type="dxa"/>
            <w:shd w:val="clear" w:color="auto" w:fill="auto"/>
            <w:vAlign w:val="center"/>
          </w:tcPr>
          <w:p w:rsidR="00F06873" w:rsidRPr="00454516" w:rsidRDefault="00F06873" w:rsidP="001B19D8">
            <w:pPr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454516" w:rsidRDefault="00F06873" w:rsidP="001B19D8">
            <w:pPr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454516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454516">
              <w:rPr>
                <w:sz w:val="18"/>
                <w:szCs w:val="18"/>
              </w:rPr>
              <w:t>24</w:t>
            </w:r>
          </w:p>
        </w:tc>
      </w:tr>
      <w:tr w:rsidR="0040296D" w:rsidRPr="00454516" w:rsidTr="004654AF">
        <w:tc>
          <w:tcPr>
            <w:tcW w:w="959" w:type="dxa"/>
            <w:shd w:val="clear" w:color="auto" w:fill="auto"/>
            <w:vAlign w:val="center"/>
          </w:tcPr>
          <w:p w:rsidR="0040296D" w:rsidRPr="00454516" w:rsidRDefault="0040296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0296D" w:rsidRPr="0040296D" w:rsidRDefault="0040296D" w:rsidP="001B19D8">
            <w:pPr>
              <w:jc w:val="center"/>
              <w:rPr>
                <w:b/>
                <w:sz w:val="18"/>
                <w:szCs w:val="18"/>
              </w:rPr>
            </w:pPr>
            <w:r w:rsidRPr="0040296D">
              <w:rPr>
                <w:b/>
                <w:sz w:val="18"/>
                <w:szCs w:val="18"/>
              </w:rPr>
              <w:t>Единая торговая площадка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0296D" w:rsidRPr="00454516" w:rsidTr="004654AF">
        <w:tc>
          <w:tcPr>
            <w:tcW w:w="959" w:type="dxa"/>
            <w:shd w:val="clear" w:color="auto" w:fill="auto"/>
            <w:vAlign w:val="center"/>
          </w:tcPr>
          <w:p w:rsidR="0040296D" w:rsidRPr="00454516" w:rsidRDefault="004029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0296D" w:rsidRPr="0040296D" w:rsidRDefault="004029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 по сертификации продукции (подготовка серт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фикатов на отгружаемую и принятую на хранение готовую продукцию)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0296D" w:rsidRPr="00454516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0296D" w:rsidRPr="00454516" w:rsidTr="004654AF">
        <w:tc>
          <w:tcPr>
            <w:tcW w:w="959" w:type="dxa"/>
            <w:shd w:val="clear" w:color="auto" w:fill="auto"/>
            <w:vAlign w:val="center"/>
          </w:tcPr>
          <w:p w:rsidR="0040296D" w:rsidRDefault="004029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0296D" w:rsidRPr="0040296D" w:rsidRDefault="004029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Оператор-диспетчер (офор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ление товарно-транспортных накладных, сопроводительных документов на отгруженную и принятую на хранение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lastRenderedPageBreak/>
              <w:t>цию)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0296D" w:rsidRPr="00454516" w:rsidTr="004654AF">
        <w:tc>
          <w:tcPr>
            <w:tcW w:w="959" w:type="dxa"/>
            <w:shd w:val="clear" w:color="auto" w:fill="auto"/>
            <w:vAlign w:val="center"/>
          </w:tcPr>
          <w:p w:rsidR="0040296D" w:rsidRDefault="004029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0296D" w:rsidRPr="0040296D" w:rsidRDefault="004029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Оператор-диспетчер (офор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ление товарно-транспортных накладных, сопроводительных документов на отгруженную и принятую на хранение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0296D" w:rsidRPr="00454516" w:rsidTr="004654AF">
        <w:tc>
          <w:tcPr>
            <w:tcW w:w="959" w:type="dxa"/>
            <w:shd w:val="clear" w:color="auto" w:fill="auto"/>
            <w:vAlign w:val="center"/>
          </w:tcPr>
          <w:p w:rsidR="0040296D" w:rsidRDefault="004029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0296D" w:rsidRPr="0040296D" w:rsidRDefault="004029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Оператор-диспетчер (офор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ление товарно-транспортных накладных, сопроводительных документов на отгруженную и принятую на хранение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0296D" w:rsidRPr="00454516" w:rsidTr="004654AF">
        <w:tc>
          <w:tcPr>
            <w:tcW w:w="959" w:type="dxa"/>
            <w:shd w:val="clear" w:color="auto" w:fill="auto"/>
            <w:vAlign w:val="center"/>
          </w:tcPr>
          <w:p w:rsidR="0040296D" w:rsidRDefault="004029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0296D" w:rsidRPr="0040296D" w:rsidRDefault="004029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Оператор-диспетчер (офор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ление товарно-транспортных накладных, сопроводительных документов на отгруженную и принятую на хранение проду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цию)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0296D" w:rsidRPr="00454516" w:rsidTr="004654AF">
        <w:tc>
          <w:tcPr>
            <w:tcW w:w="959" w:type="dxa"/>
            <w:shd w:val="clear" w:color="auto" w:fill="auto"/>
            <w:vAlign w:val="center"/>
          </w:tcPr>
          <w:p w:rsidR="0040296D" w:rsidRDefault="004029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0296D" w:rsidRPr="0040296D" w:rsidRDefault="004029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склада (руково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ство складом, организация приемки, хранения, учета,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грузки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0296D" w:rsidRPr="00454516" w:rsidTr="004654AF">
        <w:tc>
          <w:tcPr>
            <w:tcW w:w="959" w:type="dxa"/>
            <w:shd w:val="clear" w:color="auto" w:fill="auto"/>
            <w:vAlign w:val="center"/>
          </w:tcPr>
          <w:p w:rsidR="0040296D" w:rsidRDefault="004029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0296D" w:rsidRPr="0040296D" w:rsidRDefault="004029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(руково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ство и организация работы по вопросам автоматизации, и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правной и безопасной работы оборудования ЕТП, подготовка заявок на запасные части и прочие материалы)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0296D" w:rsidRPr="00454516" w:rsidTr="004654AF">
        <w:tc>
          <w:tcPr>
            <w:tcW w:w="959" w:type="dxa"/>
            <w:shd w:val="clear" w:color="auto" w:fill="auto"/>
            <w:vAlign w:val="center"/>
          </w:tcPr>
          <w:p w:rsidR="0040296D" w:rsidRDefault="004029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0296D" w:rsidRPr="0040296D" w:rsidRDefault="0040296D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Начальник группы (руково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ство и организация работы диспетчерско-операционной группы.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Организация работы по повышению квалификации работников)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0296D" w:rsidRPr="00454516" w:rsidTr="004654AF">
        <w:tc>
          <w:tcPr>
            <w:tcW w:w="959" w:type="dxa"/>
            <w:shd w:val="clear" w:color="auto" w:fill="auto"/>
            <w:vAlign w:val="center"/>
          </w:tcPr>
          <w:p w:rsidR="0040296D" w:rsidRDefault="004029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0296D" w:rsidRPr="0040296D" w:rsidRDefault="004029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с правом вождения </w:t>
            </w:r>
            <w:proofErr w:type="spellStart"/>
            <w:r>
              <w:rPr>
                <w:sz w:val="18"/>
                <w:szCs w:val="18"/>
              </w:rPr>
              <w:t>электропогрузчика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0296D" w:rsidRPr="00454516" w:rsidTr="004654AF">
        <w:tc>
          <w:tcPr>
            <w:tcW w:w="959" w:type="dxa"/>
            <w:shd w:val="clear" w:color="auto" w:fill="auto"/>
            <w:vAlign w:val="center"/>
          </w:tcPr>
          <w:p w:rsidR="0040296D" w:rsidRDefault="004029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0296D" w:rsidRPr="0040296D" w:rsidRDefault="0040296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Грузчик с правом вождения </w:t>
            </w:r>
            <w:proofErr w:type="spellStart"/>
            <w:r>
              <w:rPr>
                <w:sz w:val="18"/>
                <w:szCs w:val="18"/>
              </w:rPr>
              <w:t>электропогрузчика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0296D" w:rsidRDefault="0040296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454516" w:rsidRDefault="0065289A" w:rsidP="009A1326">
      <w:pPr>
        <w:rPr>
          <w:sz w:val="18"/>
          <w:szCs w:val="18"/>
        </w:rPr>
      </w:pPr>
    </w:p>
    <w:p w:rsidR="00936F48" w:rsidRPr="00454516" w:rsidRDefault="00936F48" w:rsidP="00936F48">
      <w:r w:rsidRPr="00454516">
        <w:t>Дата составления:</w:t>
      </w:r>
      <w:r w:rsidRPr="00454516">
        <w:rPr>
          <w:rStyle w:val="a9"/>
        </w:rPr>
        <w:t xml:space="preserve"> </w:t>
      </w:r>
      <w:r w:rsidRPr="00454516">
        <w:rPr>
          <w:rStyle w:val="a9"/>
        </w:rPr>
        <w:fldChar w:fldCharType="begin"/>
      </w:r>
      <w:r w:rsidRPr="00454516">
        <w:rPr>
          <w:rStyle w:val="a9"/>
        </w:rPr>
        <w:instrText xml:space="preserve"> DOCVARIABLE fill_date \* MERGEFORMAT </w:instrText>
      </w:r>
      <w:r w:rsidRPr="00454516">
        <w:rPr>
          <w:rStyle w:val="a9"/>
        </w:rPr>
        <w:fldChar w:fldCharType="separate"/>
      </w:r>
      <w:r w:rsidR="0040296D">
        <w:rPr>
          <w:rStyle w:val="a9"/>
        </w:rPr>
        <w:t>15.06.2020</w:t>
      </w:r>
      <w:r w:rsidRPr="00454516">
        <w:rPr>
          <w:rStyle w:val="a9"/>
        </w:rPr>
        <w:fldChar w:fldCharType="end"/>
      </w:r>
      <w:r w:rsidRPr="00454516">
        <w:rPr>
          <w:rStyle w:val="a9"/>
        </w:rPr>
        <w:t> </w:t>
      </w:r>
    </w:p>
    <w:p w:rsidR="004654AF" w:rsidRPr="00454516" w:rsidRDefault="004654AF" w:rsidP="009D6532"/>
    <w:p w:rsidR="00454516" w:rsidRPr="00F73AF6" w:rsidRDefault="00454516" w:rsidP="00454516">
      <w:r w:rsidRPr="00F73AF6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283"/>
        <w:gridCol w:w="1559"/>
        <w:gridCol w:w="284"/>
        <w:gridCol w:w="3260"/>
        <w:gridCol w:w="284"/>
        <w:gridCol w:w="1417"/>
      </w:tblGrid>
      <w:tr w:rsidR="00454516" w:rsidRPr="00F73AF6" w:rsidTr="0045451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0296D" w:rsidP="00454516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</w:pPr>
            <w:bookmarkStart w:id="7" w:name="com_pred"/>
            <w:bookmarkEnd w:id="7"/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0296D" w:rsidP="00454516">
            <w:pPr>
              <w:pStyle w:val="aa"/>
            </w:pPr>
            <w:r>
              <w:t>Сидорова М.В.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</w:tr>
      <w:tr w:rsidR="00454516" w:rsidRPr="00F73AF6" w:rsidTr="0045451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F73AF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454516" w:rsidRPr="00F73AF6" w:rsidRDefault="0040296D" w:rsidP="00454516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(дата)</w:t>
            </w:r>
          </w:p>
        </w:tc>
      </w:tr>
    </w:tbl>
    <w:p w:rsidR="00454516" w:rsidRPr="00F73AF6" w:rsidRDefault="00454516" w:rsidP="00454516"/>
    <w:p w:rsidR="00454516" w:rsidRPr="00F73AF6" w:rsidRDefault="00454516" w:rsidP="00454516">
      <w:r w:rsidRPr="00F73AF6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283"/>
        <w:gridCol w:w="1559"/>
        <w:gridCol w:w="284"/>
        <w:gridCol w:w="3260"/>
        <w:gridCol w:w="284"/>
        <w:gridCol w:w="1417"/>
      </w:tblGrid>
      <w:tr w:rsidR="00454516" w:rsidRPr="00F73AF6" w:rsidTr="0040296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0296D" w:rsidP="00454516">
            <w:pPr>
              <w:pStyle w:val="aa"/>
            </w:pPr>
            <w:r>
              <w:t>Начальник отдела организации труда и зарабо</w:t>
            </w:r>
            <w:r>
              <w:t>т</w:t>
            </w:r>
            <w:r>
              <w:t>ной платы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</w:pPr>
            <w:bookmarkStart w:id="9" w:name="com_chlens"/>
            <w:bookmarkEnd w:id="9"/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0296D" w:rsidP="00454516">
            <w:pPr>
              <w:pStyle w:val="aa"/>
            </w:pPr>
            <w:proofErr w:type="spellStart"/>
            <w:r>
              <w:t>Макачева</w:t>
            </w:r>
            <w:proofErr w:type="spellEnd"/>
            <w:r>
              <w:t xml:space="preserve"> И.Ю.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</w:pPr>
          </w:p>
        </w:tc>
      </w:tr>
      <w:tr w:rsidR="00454516" w:rsidRPr="00F73AF6" w:rsidTr="0040296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F73AF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454516" w:rsidRPr="00F73AF6" w:rsidRDefault="0040296D" w:rsidP="00454516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454516" w:rsidRPr="00F73AF6" w:rsidRDefault="00454516" w:rsidP="00454516">
            <w:pPr>
              <w:pStyle w:val="aa"/>
              <w:rPr>
                <w:vertAlign w:val="superscript"/>
              </w:rPr>
            </w:pPr>
            <w:r w:rsidRPr="00F73AF6">
              <w:rPr>
                <w:vertAlign w:val="superscript"/>
              </w:rPr>
              <w:t>(дата)</w:t>
            </w:r>
          </w:p>
        </w:tc>
      </w:tr>
      <w:tr w:rsidR="0040296D" w:rsidRPr="0040296D" w:rsidTr="0040296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  <w:r>
              <w:t>Начальник бюро охраны труда и экологии отдела пожарной и промышленной безопасности, охр</w:t>
            </w:r>
            <w:r>
              <w:t>а</w:t>
            </w:r>
            <w:r>
              <w:t>ны труда и экологии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  <w:r>
              <w:t>Артемова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</w:p>
        </w:tc>
      </w:tr>
      <w:tr w:rsidR="0040296D" w:rsidRPr="0040296D" w:rsidTr="0040296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  <w:r w:rsidRPr="0040296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  <w:r w:rsidRPr="0040296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  <w:r w:rsidRPr="0040296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  <w:r w:rsidRPr="0040296D">
              <w:rPr>
                <w:vertAlign w:val="superscript"/>
              </w:rPr>
              <w:t>(дата)</w:t>
            </w:r>
          </w:p>
        </w:tc>
      </w:tr>
      <w:tr w:rsidR="0040296D" w:rsidRPr="0040296D" w:rsidTr="0040296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  <w:r>
              <w:t>Ведущий специалист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  <w:r>
              <w:t>Осипов Д.М.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</w:p>
        </w:tc>
      </w:tr>
      <w:tr w:rsidR="0040296D" w:rsidRPr="0040296D" w:rsidTr="0040296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  <w:r w:rsidRPr="0040296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  <w:r w:rsidRPr="0040296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  <w:r w:rsidRPr="0040296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  <w:r w:rsidRPr="0040296D">
              <w:rPr>
                <w:vertAlign w:val="superscript"/>
              </w:rPr>
              <w:t>(дата)</w:t>
            </w:r>
          </w:p>
        </w:tc>
      </w:tr>
      <w:tr w:rsidR="0040296D" w:rsidRPr="0040296D" w:rsidTr="0040296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  <w:r>
              <w:t>Осипова Н.И.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296D" w:rsidRPr="0040296D" w:rsidRDefault="0040296D" w:rsidP="00454516">
            <w:pPr>
              <w:pStyle w:val="aa"/>
            </w:pPr>
          </w:p>
        </w:tc>
      </w:tr>
      <w:tr w:rsidR="0040296D" w:rsidRPr="0040296D" w:rsidTr="0040296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  <w:r w:rsidRPr="0040296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  <w:r w:rsidRPr="0040296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  <w:r w:rsidRPr="0040296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0296D" w:rsidRPr="0040296D" w:rsidRDefault="0040296D" w:rsidP="00454516">
            <w:pPr>
              <w:pStyle w:val="aa"/>
              <w:rPr>
                <w:vertAlign w:val="superscript"/>
              </w:rPr>
            </w:pPr>
            <w:r w:rsidRPr="0040296D">
              <w:rPr>
                <w:vertAlign w:val="superscript"/>
              </w:rPr>
              <w:t>(дата)</w:t>
            </w:r>
          </w:p>
        </w:tc>
      </w:tr>
    </w:tbl>
    <w:p w:rsidR="00454516" w:rsidRPr="00F73AF6" w:rsidRDefault="00454516" w:rsidP="00454516"/>
    <w:p w:rsidR="00454516" w:rsidRPr="00F73AF6" w:rsidRDefault="00454516" w:rsidP="00454516">
      <w:r w:rsidRPr="00F73AF6">
        <w:t>Экспер</w:t>
      </w:r>
      <w:proofErr w:type="gramStart"/>
      <w:r w:rsidRPr="00F73AF6">
        <w:t>т(</w:t>
      </w:r>
      <w:proofErr w:type="gramEnd"/>
      <w:r w:rsidRPr="00F73AF6">
        <w:t>-ы) организации, проводившей специальную оценку условий труда:</w:t>
      </w:r>
    </w:p>
    <w:tbl>
      <w:tblPr>
        <w:tblW w:w="11590" w:type="dxa"/>
        <w:tblLayout w:type="fixed"/>
        <w:tblLook w:val="01E0" w:firstRow="1" w:lastRow="1" w:firstColumn="1" w:lastColumn="1" w:noHBand="0" w:noVBand="0"/>
      </w:tblPr>
      <w:tblGrid>
        <w:gridCol w:w="4503"/>
        <w:gridCol w:w="283"/>
        <w:gridCol w:w="1559"/>
        <w:gridCol w:w="284"/>
        <w:gridCol w:w="3260"/>
        <w:gridCol w:w="284"/>
        <w:gridCol w:w="1417"/>
      </w:tblGrid>
      <w:tr w:rsidR="00454516" w:rsidRPr="0040296D" w:rsidTr="0040296D">
        <w:trPr>
          <w:trHeight w:val="284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40296D" w:rsidRDefault="0040296D" w:rsidP="00454516">
            <w:pPr>
              <w:pStyle w:val="aa"/>
            </w:pPr>
            <w:r w:rsidRPr="0040296D">
              <w:t>892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54516" w:rsidRPr="0040296D" w:rsidRDefault="00454516" w:rsidP="00454516">
            <w:pPr>
              <w:pStyle w:val="aa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40296D" w:rsidRDefault="00454516" w:rsidP="00454516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54516" w:rsidRPr="0040296D" w:rsidRDefault="00454516" w:rsidP="00454516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40296D" w:rsidRDefault="0040296D" w:rsidP="00454516">
            <w:pPr>
              <w:pStyle w:val="aa"/>
            </w:pPr>
            <w:r w:rsidRPr="0040296D">
              <w:t>Набиуллин Рустам Зуфарович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54516" w:rsidRPr="0040296D" w:rsidRDefault="00454516" w:rsidP="00454516">
            <w:pPr>
              <w:pStyle w:val="aa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4516" w:rsidRPr="0040296D" w:rsidRDefault="0040296D" w:rsidP="00454516">
            <w:pPr>
              <w:pStyle w:val="aa"/>
            </w:pPr>
            <w:r>
              <w:t>15.06.2020 г.</w:t>
            </w:r>
            <w:bookmarkStart w:id="11" w:name="_GoBack"/>
            <w:bookmarkEnd w:id="11"/>
          </w:p>
        </w:tc>
      </w:tr>
      <w:tr w:rsidR="00454516" w:rsidRPr="0040296D" w:rsidTr="0040296D">
        <w:trPr>
          <w:trHeight w:val="284"/>
        </w:trPr>
        <w:tc>
          <w:tcPr>
            <w:tcW w:w="4503" w:type="dxa"/>
            <w:tcBorders>
              <w:top w:val="single" w:sz="4" w:space="0" w:color="auto"/>
            </w:tcBorders>
            <w:shd w:val="clear" w:color="auto" w:fill="auto"/>
          </w:tcPr>
          <w:p w:rsidR="00454516" w:rsidRPr="0040296D" w:rsidRDefault="0040296D" w:rsidP="00454516">
            <w:pPr>
              <w:pStyle w:val="aa"/>
              <w:rPr>
                <w:b/>
                <w:vertAlign w:val="superscript"/>
              </w:rPr>
            </w:pPr>
            <w:r w:rsidRPr="0040296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454516" w:rsidRPr="0040296D" w:rsidRDefault="00454516" w:rsidP="00454516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454516" w:rsidRPr="0040296D" w:rsidRDefault="0040296D" w:rsidP="00454516">
            <w:pPr>
              <w:pStyle w:val="aa"/>
              <w:rPr>
                <w:b/>
                <w:vertAlign w:val="superscript"/>
              </w:rPr>
            </w:pPr>
            <w:r w:rsidRPr="0040296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454516" w:rsidRPr="0040296D" w:rsidRDefault="00454516" w:rsidP="00454516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454516" w:rsidRPr="0040296D" w:rsidRDefault="0040296D" w:rsidP="00454516">
            <w:pPr>
              <w:pStyle w:val="aa"/>
              <w:rPr>
                <w:b/>
                <w:vertAlign w:val="superscript"/>
              </w:rPr>
            </w:pPr>
            <w:r w:rsidRPr="0040296D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454516" w:rsidRPr="0040296D" w:rsidRDefault="00454516" w:rsidP="00454516">
            <w:pPr>
              <w:pStyle w:val="aa"/>
              <w:rPr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54516" w:rsidRPr="0040296D" w:rsidRDefault="0040296D" w:rsidP="00454516">
            <w:pPr>
              <w:pStyle w:val="aa"/>
              <w:rPr>
                <w:vertAlign w:val="superscript"/>
              </w:rPr>
            </w:pPr>
            <w:r w:rsidRPr="0040296D">
              <w:rPr>
                <w:vertAlign w:val="superscript"/>
              </w:rPr>
              <w:t>(дата)</w:t>
            </w:r>
          </w:p>
        </w:tc>
      </w:tr>
    </w:tbl>
    <w:p w:rsidR="00DC1A91" w:rsidRPr="00454516" w:rsidRDefault="00DC1A91" w:rsidP="00DC1A91"/>
    <w:sectPr w:rsidR="00DC1A91" w:rsidRPr="00454516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3EA" w:rsidRDefault="004103EA" w:rsidP="0040296D">
      <w:r>
        <w:separator/>
      </w:r>
    </w:p>
  </w:endnote>
  <w:endnote w:type="continuationSeparator" w:id="0">
    <w:p w:rsidR="004103EA" w:rsidRDefault="004103EA" w:rsidP="0040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3EA" w:rsidRDefault="004103EA" w:rsidP="0040296D">
      <w:r>
        <w:separator/>
      </w:r>
    </w:p>
  </w:footnote>
  <w:footnote w:type="continuationSeparator" w:id="0">
    <w:p w:rsidR="004103EA" w:rsidRDefault="004103EA" w:rsidP="00402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24"/>
    <w:docVar w:name="boss_fio" w:val="Терентьев Михаил Яковлевич"/>
    <w:docVar w:name="ceh_info" w:val="Открытое акционерное общество &quot;РОТ ФРОНТ&quot;"/>
    <w:docVar w:name="doc_name" w:val="Документ24"/>
    <w:docVar w:name="doc_type" w:val="5"/>
    <w:docVar w:name="fill_date" w:val="15.06.2020"/>
    <w:docVar w:name="org_guid" w:val="C2AADC8DD02E4CF4B629A38967BAF35A"/>
    <w:docVar w:name="org_id" w:val="33"/>
    <w:docVar w:name="org_name" w:val="     "/>
    <w:docVar w:name="pers_guids" w:val="74C1EA2BAAA945F0A959317400C0E7A6@106-651-129-31"/>
    <w:docVar w:name="pers_snils" w:val="74C1EA2BAAA945F0A959317400C0E7A6@106-651-129-31"/>
    <w:docVar w:name="pred_dolg" w:val="Директор по производству"/>
    <w:docVar w:name="pred_fio" w:val="Сидорова М.В."/>
    <w:docVar w:name="rbtd_name" w:val="Открытое акционерное общество &quot;РОТ ФРОНТ&quot;"/>
    <w:docVar w:name="step_test" w:val="6"/>
    <w:docVar w:name="sv_docs" w:val="1"/>
  </w:docVars>
  <w:rsids>
    <w:rsidRoot w:val="0040296D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E4BD9"/>
    <w:rsid w:val="003A1C01"/>
    <w:rsid w:val="003A2259"/>
    <w:rsid w:val="003C3080"/>
    <w:rsid w:val="003C79E5"/>
    <w:rsid w:val="003F4B55"/>
    <w:rsid w:val="0040296D"/>
    <w:rsid w:val="004103EA"/>
    <w:rsid w:val="00450E3E"/>
    <w:rsid w:val="00454516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946CB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4029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0296D"/>
    <w:rPr>
      <w:sz w:val="24"/>
    </w:rPr>
  </w:style>
  <w:style w:type="paragraph" w:styleId="ad">
    <w:name w:val="footer"/>
    <w:basedOn w:val="a"/>
    <w:link w:val="ae"/>
    <w:rsid w:val="004029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0296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4029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0296D"/>
    <w:rPr>
      <w:sz w:val="24"/>
    </w:rPr>
  </w:style>
  <w:style w:type="paragraph" w:styleId="ad">
    <w:name w:val="footer"/>
    <w:basedOn w:val="a"/>
    <w:link w:val="ae"/>
    <w:rsid w:val="004029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0296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3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Набиуллин Р.</dc:creator>
  <cp:lastModifiedBy>Набиуллин Р.</cp:lastModifiedBy>
  <cp:revision>1</cp:revision>
  <dcterms:created xsi:type="dcterms:W3CDTF">2020-06-15T14:22:00Z</dcterms:created>
  <dcterms:modified xsi:type="dcterms:W3CDTF">2020-06-15T14:22:00Z</dcterms:modified>
</cp:coreProperties>
</file>