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fldSimple w:instr=" DOCVARIABLE ceh_info \* MERGEFORMAT ">
        <w:r w:rsidR="002377C7" w:rsidRPr="002377C7">
          <w:rPr>
            <w:rStyle w:val="a9"/>
          </w:rPr>
          <w:t>Открытое акционерное общество "РОТ ФРОНТ"</w:t>
        </w:r>
      </w:fldSimple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3118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1063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3118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063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3118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063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2377C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377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Индиви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2E4BD9">
              <w:rPr>
                <w:color w:val="000000"/>
                <w:sz w:val="16"/>
                <w:szCs w:val="16"/>
              </w:rPr>
              <w:t>п</w:t>
            </w:r>
            <w:r w:rsidRPr="002E4BD9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Pr="002E4BD9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b/>
                <w:sz w:val="18"/>
                <w:szCs w:val="18"/>
              </w:rPr>
            </w:pPr>
            <w:r w:rsidRPr="002377C7">
              <w:rPr>
                <w:b/>
                <w:sz w:val="18"/>
                <w:szCs w:val="18"/>
              </w:rPr>
              <w:t>Конфетный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Pr="002E4BD9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Участок варки «TER BRAAK»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Pr="002E4BD9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 пищевой </w:t>
            </w:r>
            <w:proofErr w:type="gramStart"/>
            <w:r>
              <w:rPr>
                <w:sz w:val="18"/>
                <w:szCs w:val="18"/>
              </w:rPr>
              <w:t>продукции-бригадир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Pr="002E4BD9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(варка)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lastRenderedPageBreak/>
              <w:t>ве пищевой продукции (варка)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(варка)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(отли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(отли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(отли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8-2А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Линия №1 - 4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>, оформление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(взвешивание короба с продукцией на весах)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, 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ка, транспортировка)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Линия № 2 - 4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>, оформление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(взвешивание короба с продукцией на весах)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, 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ка, транспортировка)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Линия «Маска»  4-5 этажи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 глазури, глазирование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(отсадка конфетной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(весы, складывание </w:t>
            </w:r>
            <w:proofErr w:type="spellStart"/>
            <w:r>
              <w:rPr>
                <w:sz w:val="18"/>
                <w:szCs w:val="18"/>
              </w:rPr>
              <w:t>гофр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коробов</w:t>
            </w:r>
            <w:proofErr w:type="spellEnd"/>
            <w:r>
              <w:rPr>
                <w:sz w:val="18"/>
                <w:szCs w:val="18"/>
              </w:rPr>
              <w:t>, печать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28-1А (28А)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(весы, складывание </w:t>
            </w:r>
            <w:proofErr w:type="spellStart"/>
            <w:r>
              <w:rPr>
                <w:sz w:val="18"/>
                <w:szCs w:val="18"/>
              </w:rPr>
              <w:t>гофр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коробов</w:t>
            </w:r>
            <w:proofErr w:type="spellEnd"/>
            <w:r>
              <w:rPr>
                <w:sz w:val="18"/>
                <w:szCs w:val="18"/>
              </w:rPr>
              <w:t>, печать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(упаковочная машина)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30-1А 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Сиропная станция (цокольный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Линия «</w:t>
            </w:r>
            <w:proofErr w:type="spellStart"/>
            <w:r w:rsidRPr="002377C7">
              <w:rPr>
                <w:i/>
                <w:sz w:val="18"/>
                <w:szCs w:val="18"/>
              </w:rPr>
              <w:t>Винклер</w:t>
            </w:r>
            <w:proofErr w:type="spellEnd"/>
            <w:r w:rsidRPr="002377C7">
              <w:rPr>
                <w:i/>
                <w:sz w:val="18"/>
                <w:szCs w:val="18"/>
              </w:rPr>
              <w:t>» - 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водство работой линии - 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 глазури, глазирование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(пралине, полуфабрикаты, растопка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(перебо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36-1А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(перебо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36-2А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(перебо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«</w:t>
            </w:r>
            <w:proofErr w:type="spellStart"/>
            <w:r w:rsidRPr="002377C7">
              <w:rPr>
                <w:i/>
                <w:sz w:val="18"/>
                <w:szCs w:val="18"/>
              </w:rPr>
              <w:t>Эконопак</w:t>
            </w:r>
            <w:proofErr w:type="spellEnd"/>
            <w:r w:rsidRPr="002377C7">
              <w:rPr>
                <w:i/>
                <w:sz w:val="18"/>
                <w:szCs w:val="18"/>
              </w:rPr>
              <w:t>»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 пищевой </w:t>
            </w:r>
            <w:proofErr w:type="gramStart"/>
            <w:r>
              <w:rPr>
                <w:sz w:val="18"/>
                <w:szCs w:val="18"/>
              </w:rPr>
              <w:t>продукции-бригадир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картонажных 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38-1А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картонажных 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38-2А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 картонажных 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</w:t>
            </w:r>
            <w:proofErr w:type="spellStart"/>
            <w:r>
              <w:rPr>
                <w:sz w:val="18"/>
                <w:szCs w:val="18"/>
              </w:rPr>
              <w:t>оцелл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фанивание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39-1А (39А)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</w:t>
            </w:r>
            <w:proofErr w:type="spellStart"/>
            <w:r>
              <w:rPr>
                <w:sz w:val="18"/>
                <w:szCs w:val="18"/>
              </w:rPr>
              <w:t>оцелл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фанивание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40-1А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40-2А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40-3А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«</w:t>
            </w:r>
            <w:proofErr w:type="spellStart"/>
            <w:r w:rsidRPr="002377C7">
              <w:rPr>
                <w:i/>
                <w:sz w:val="18"/>
                <w:szCs w:val="18"/>
              </w:rPr>
              <w:t>Бестром</w:t>
            </w:r>
            <w:proofErr w:type="spellEnd"/>
            <w:r w:rsidRPr="002377C7">
              <w:rPr>
                <w:i/>
                <w:sz w:val="18"/>
                <w:szCs w:val="18"/>
              </w:rPr>
              <w:t>» №1 - 5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«</w:t>
            </w:r>
            <w:proofErr w:type="spellStart"/>
            <w:r w:rsidRPr="002377C7">
              <w:rPr>
                <w:i/>
                <w:sz w:val="18"/>
                <w:szCs w:val="18"/>
              </w:rPr>
              <w:t>Бестром</w:t>
            </w:r>
            <w:proofErr w:type="spellEnd"/>
            <w:r w:rsidRPr="002377C7">
              <w:rPr>
                <w:i/>
                <w:sz w:val="18"/>
                <w:szCs w:val="18"/>
              </w:rPr>
              <w:t>» №2 - 5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Линия «Ассорти»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 шоколадной глазури)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(отливка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ладной корочки в формы для конфет «Ассорти»)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(отсадка начинки в формы, пульт управления)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(заливка донышка в формы)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(закладка пустых плат в магазин автомата «</w:t>
            </w:r>
            <w:proofErr w:type="spellStart"/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вемил-Крем</w:t>
            </w:r>
            <w:proofErr w:type="spellEnd"/>
            <w:r>
              <w:rPr>
                <w:sz w:val="18"/>
                <w:szCs w:val="18"/>
              </w:rPr>
              <w:t>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(загрузка кроя в механизм для складыв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донышек)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</w:t>
            </w:r>
            <w:proofErr w:type="spellStart"/>
            <w:r>
              <w:rPr>
                <w:sz w:val="18"/>
                <w:szCs w:val="18"/>
              </w:rPr>
              <w:t>докладка</w:t>
            </w:r>
            <w:proofErr w:type="spellEnd"/>
            <w:r>
              <w:rPr>
                <w:sz w:val="18"/>
                <w:szCs w:val="18"/>
              </w:rPr>
              <w:t xml:space="preserve"> недостающих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50-1А (50А)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всей линии)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377C7">
              <w:rPr>
                <w:i/>
                <w:sz w:val="18"/>
                <w:szCs w:val="18"/>
              </w:rPr>
              <w:t>Глазировочная</w:t>
            </w:r>
            <w:proofErr w:type="spellEnd"/>
            <w:r w:rsidRPr="002377C7">
              <w:rPr>
                <w:i/>
                <w:sz w:val="18"/>
                <w:szCs w:val="18"/>
              </w:rPr>
              <w:t xml:space="preserve"> машина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, глазирование корпусов </w:t>
            </w:r>
            <w:proofErr w:type="spellStart"/>
            <w:proofErr w:type="gramStart"/>
            <w:r>
              <w:rPr>
                <w:sz w:val="18"/>
                <w:szCs w:val="18"/>
              </w:rPr>
              <w:t>конфет-бригадир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51-1А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, глазирование корпусов </w:t>
            </w:r>
            <w:proofErr w:type="spellStart"/>
            <w:proofErr w:type="gramStart"/>
            <w:r>
              <w:rPr>
                <w:sz w:val="18"/>
                <w:szCs w:val="18"/>
              </w:rPr>
              <w:t>конфет-бригадир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(перекачка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коладной  глазури, </w:t>
            </w:r>
            <w:proofErr w:type="spellStart"/>
            <w:r>
              <w:rPr>
                <w:sz w:val="18"/>
                <w:szCs w:val="18"/>
              </w:rPr>
              <w:t>темперир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52-1А 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(перекачка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коладной  глазури, </w:t>
            </w:r>
            <w:proofErr w:type="spellStart"/>
            <w:r>
              <w:rPr>
                <w:sz w:val="18"/>
                <w:szCs w:val="18"/>
              </w:rPr>
              <w:t>темперир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(подача корпусов конфет к 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 xml:space="preserve">ному </w:t>
            </w:r>
            <w:proofErr w:type="spellStart"/>
            <w:r>
              <w:rPr>
                <w:sz w:val="18"/>
                <w:szCs w:val="18"/>
              </w:rPr>
              <w:t>полотну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ыгрузка</w:t>
            </w:r>
            <w:proofErr w:type="spellEnd"/>
            <w:r>
              <w:rPr>
                <w:sz w:val="18"/>
                <w:szCs w:val="18"/>
              </w:rPr>
              <w:t xml:space="preserve">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на стол раскладочного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лотна)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54-1А (54А)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54-2А (54А)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54-3А (54А)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54-4А (54А)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55-1А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55-2А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55-3А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55-4А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(распределение корпусов конфет на 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(подкладка картонных листочков под транспортерную ленту, сбор листочков с корпусами, 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в лотки)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56-1А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(подкладка картонных листочков под транспортерную ленту, сбор листочков с корпусами, 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в лотки)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377C7">
              <w:rPr>
                <w:i/>
                <w:sz w:val="18"/>
                <w:szCs w:val="18"/>
              </w:rPr>
              <w:t>Глазировочная</w:t>
            </w:r>
            <w:proofErr w:type="spellEnd"/>
            <w:r w:rsidRPr="002377C7">
              <w:rPr>
                <w:i/>
                <w:sz w:val="18"/>
                <w:szCs w:val="18"/>
              </w:rPr>
              <w:t xml:space="preserve"> машина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Глазировщик (глазирование корпусов </w:t>
            </w:r>
            <w:proofErr w:type="gramStart"/>
            <w:r>
              <w:rPr>
                <w:sz w:val="18"/>
                <w:szCs w:val="18"/>
              </w:rPr>
              <w:t>конфет-бригадир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(перекачка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коладной  глазури, </w:t>
            </w:r>
            <w:proofErr w:type="spellStart"/>
            <w:r>
              <w:rPr>
                <w:sz w:val="18"/>
                <w:szCs w:val="18"/>
              </w:rPr>
              <w:t>темперир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 ли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точков с корпусами, укладка в лотки)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(раскладывание корпусов на раскладочном полотне, подкладка картонных листочков под транспортерное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60-1А (60А)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(раскладывание корпусов на раскладочном полотне, подкладка картонных листочков под транспортерное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60-2А (60А)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(раскладывание корпусов на раскладочном полотне, подкладка картонных листочков под транспортерное полотно)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«Москва», «Кремлевские»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 шоколадной глазури, взбивка массы, размазка по рамкам -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(ручная глазировка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62-1А (62А)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(ручная глазировка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Участок «Птичье молоко»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(ручная глазировка)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63-1А (63А)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(ручная глазировка)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Участок «</w:t>
            </w:r>
            <w:proofErr w:type="spellStart"/>
            <w:r w:rsidRPr="002377C7">
              <w:rPr>
                <w:i/>
                <w:sz w:val="18"/>
                <w:szCs w:val="18"/>
              </w:rPr>
              <w:t>Доминичи</w:t>
            </w:r>
            <w:proofErr w:type="spellEnd"/>
            <w:r w:rsidRPr="002377C7">
              <w:rPr>
                <w:i/>
                <w:sz w:val="18"/>
                <w:szCs w:val="18"/>
              </w:rPr>
              <w:t>» - 5 - 6 этажи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(транспортировка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к рабочему столу)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64-1А (64А)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(транспортировка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к рабочему столу)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64-2А (64А)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(транспортировка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к рабочему столу)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64-3А (64А)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(транспортировка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к рабочему столу)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(подача коробочек на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ханический стол)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65-1А (65А)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(подача коробочек на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ханический стол)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65-2А (65А)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(подача коробочек на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ханический стол)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65-3А (65А)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(подача коробочек на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ханический стол)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66-1А (66А)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66-2А (66А)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66-3А (66А)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конфет в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(сборка уложенных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бочек в контейнер или на стол)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67-1А (67А)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(сборка уложенных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бочек в контейнер или на стол)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67-2А (67А)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(сборка уложенных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бочек в контейнер или на стол)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Складывание коробочек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68-1А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68-2А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68-3А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69-1А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69-2А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69-3А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(складывание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(офор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ление документации по 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вспомогательных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  в цехе) -5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(распределение вспомогательных материалов по участкам)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(офор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ление документации по 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сырья в цехе)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(распределение сырья по участкам)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(движение сырья) –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(готовая продукция - участок «</w:t>
            </w:r>
            <w:proofErr w:type="spellStart"/>
            <w:r>
              <w:rPr>
                <w:sz w:val="18"/>
                <w:szCs w:val="18"/>
              </w:rPr>
              <w:t>Доминичи</w:t>
            </w:r>
            <w:proofErr w:type="spellEnd"/>
            <w:r>
              <w:rPr>
                <w:sz w:val="18"/>
                <w:szCs w:val="18"/>
              </w:rPr>
              <w:t>»)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(оформление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кументации по движению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рья)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(оформление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кументации по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и полуфабрикатам)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77-1А </w:t>
            </w:r>
            <w:r>
              <w:rPr>
                <w:sz w:val="18"/>
                <w:szCs w:val="18"/>
              </w:rPr>
              <w:lastRenderedPageBreak/>
              <w:t>(77А)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Кладовщик (оформление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кументации по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и полуфабрикатам)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(«Грильяж» - сырье и полуфабрикаты)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79-1А (79А)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(«Грильяж» - сырье и полуфабрикаты)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79-2А (79А)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(«Грильяж» - сырье и полуфабрикаты)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 продукции) - 4 и 5 этажи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80-1А (80А)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 продукции) - 4 и 5 этажи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 - экспедиция)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81-1А (81А)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 - экспедиция)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(участок «Ассо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ти» </w:t>
            </w:r>
            <w:proofErr w:type="gramStart"/>
            <w:r>
              <w:rPr>
                <w:sz w:val="18"/>
                <w:szCs w:val="18"/>
              </w:rPr>
              <w:t>-с</w:t>
            </w:r>
            <w:proofErr w:type="gramEnd"/>
            <w:r>
              <w:rPr>
                <w:sz w:val="18"/>
                <w:szCs w:val="18"/>
              </w:rPr>
              <w:t>ырье)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(экспорт)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(по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 - «Грильяж», «Ассо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ти»)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84-1А (84А)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(по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 - «Грильяж», «Ассо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ти»)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(сиропная станция)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(сторож - 4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(мытье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логической посуды, лотков, банок)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(мытье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логической посуды, лотков, банок)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(мытье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логической посуды, лотков, банок)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89-1А (89А)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(мытье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логической посуды, лотков, банок)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(спецзаказ)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 работ (распр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деление моющих средств по участкам цеха, составление отчетов, заявок, руководство работой уборщиков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ственных помещений) -5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участок варки «Ассорти» и кабинеты)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(ремонт и наладка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цеха - бригадир)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5 этажа)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(обслуживание оборудования 6 этажа)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(смазка телег)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(участок «Грильяж в шокол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де»)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(«</w:t>
            </w:r>
            <w:proofErr w:type="spellStart"/>
            <w:r>
              <w:rPr>
                <w:sz w:val="18"/>
                <w:szCs w:val="18"/>
              </w:rPr>
              <w:t>Эконопак</w:t>
            </w:r>
            <w:proofErr w:type="spellEnd"/>
            <w:r>
              <w:rPr>
                <w:sz w:val="18"/>
                <w:szCs w:val="18"/>
              </w:rPr>
              <w:t>», 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»)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(наладка, ремонт,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электрооборуд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99-1А (99А)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(наладка, ремонт,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электрооборуд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Слесарь-сантехник (наладка, </w:t>
            </w:r>
            <w:r>
              <w:rPr>
                <w:sz w:val="18"/>
                <w:szCs w:val="18"/>
              </w:rPr>
              <w:lastRenderedPageBreak/>
              <w:t>ремонт, обслуживание санте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нического оборудования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(составление эскизов, черт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жей, заявок на приобретение запасных частей для провед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ППР)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i/>
                <w:sz w:val="18"/>
                <w:szCs w:val="18"/>
              </w:rPr>
            </w:pPr>
            <w:r w:rsidRPr="002377C7">
              <w:rPr>
                <w:i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103-1А (103А)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инженер-технолог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105-1А (105А)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инженер-технолог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105-2А (105А)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инженер-технолог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107-1А (107А)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107-2А (107А)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(«Ассорти», «Грильяж»)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108-1А (108А)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(«Ассорти», «Грильяж») –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(«</w:t>
            </w:r>
            <w:proofErr w:type="spellStart"/>
            <w:r>
              <w:rPr>
                <w:sz w:val="18"/>
                <w:szCs w:val="18"/>
              </w:rPr>
              <w:t>Винклер</w:t>
            </w:r>
            <w:proofErr w:type="spellEnd"/>
            <w:r>
              <w:rPr>
                <w:sz w:val="18"/>
                <w:szCs w:val="18"/>
              </w:rPr>
              <w:t>», 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 №№ 1-2») - 4-5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109-1А (109А)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(«</w:t>
            </w:r>
            <w:proofErr w:type="spellStart"/>
            <w:r>
              <w:rPr>
                <w:sz w:val="18"/>
                <w:szCs w:val="18"/>
              </w:rPr>
              <w:t>Винклер</w:t>
            </w:r>
            <w:proofErr w:type="spellEnd"/>
            <w:r>
              <w:rPr>
                <w:sz w:val="18"/>
                <w:szCs w:val="18"/>
              </w:rPr>
              <w:t>», 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 №№ 1-2») - 4-5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109-2А (109А)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(«</w:t>
            </w:r>
            <w:proofErr w:type="spellStart"/>
            <w:r>
              <w:rPr>
                <w:sz w:val="18"/>
                <w:szCs w:val="18"/>
              </w:rPr>
              <w:t>Винклер</w:t>
            </w:r>
            <w:proofErr w:type="spellEnd"/>
            <w:r>
              <w:rPr>
                <w:sz w:val="18"/>
                <w:szCs w:val="18"/>
              </w:rPr>
              <w:t>», «</w:t>
            </w:r>
            <w:proofErr w:type="spellStart"/>
            <w:r>
              <w:rPr>
                <w:sz w:val="18"/>
                <w:szCs w:val="18"/>
              </w:rPr>
              <w:t>Бестром</w:t>
            </w:r>
            <w:proofErr w:type="spellEnd"/>
            <w:r>
              <w:rPr>
                <w:sz w:val="18"/>
                <w:szCs w:val="18"/>
              </w:rPr>
              <w:t>» №№ 1-2») - 4-5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(6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7C7" w:rsidRPr="002E4BD9" w:rsidTr="004654AF">
        <w:tc>
          <w:tcPr>
            <w:tcW w:w="959" w:type="dxa"/>
            <w:shd w:val="clear" w:color="auto" w:fill="auto"/>
            <w:vAlign w:val="center"/>
          </w:tcPr>
          <w:p w:rsid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7C7" w:rsidRPr="002377C7" w:rsidRDefault="002377C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7C7" w:rsidRDefault="002377C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</w:p>
    <w:p w:rsidR="004654AF" w:rsidRPr="002E4BD9" w:rsidRDefault="004654AF" w:rsidP="009D6532"/>
    <w:p w:rsidR="009D6532" w:rsidRPr="002E4BD9" w:rsidRDefault="009D6532" w:rsidP="009D6532">
      <w:r w:rsidRPr="002E4BD9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377C7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377C7" w:rsidP="009D6532">
            <w:pPr>
              <w:pStyle w:val="aa"/>
            </w:pPr>
            <w:bookmarkStart w:id="8" w:name="_GoBack"/>
            <w:bookmarkEnd w:id="8"/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/>
    <w:p w:rsidR="009D6532" w:rsidRPr="002E4BD9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2377C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377C7" w:rsidP="009D6532">
            <w:pPr>
              <w:pStyle w:val="aa"/>
            </w:pPr>
            <w:r>
              <w:t>Начальник конфетного цеха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377C7" w:rsidP="009D6532">
            <w:pPr>
              <w:pStyle w:val="aa"/>
            </w:pPr>
            <w:r>
              <w:t>Попова Т.П.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2377C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2377C7" w:rsidRPr="002377C7" w:rsidTr="002377C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  <w:r>
              <w:t>Макачева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</w:tr>
      <w:tr w:rsidR="002377C7" w:rsidRPr="002377C7" w:rsidTr="002377C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(дата)</w:t>
            </w:r>
          </w:p>
        </w:tc>
      </w:tr>
      <w:tr w:rsidR="002377C7" w:rsidRPr="002377C7" w:rsidTr="002377C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</w:tr>
      <w:tr w:rsidR="002377C7" w:rsidRPr="002377C7" w:rsidTr="002377C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(дата)</w:t>
            </w:r>
          </w:p>
        </w:tc>
      </w:tr>
      <w:tr w:rsidR="002377C7" w:rsidRPr="002377C7" w:rsidTr="002377C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77C7" w:rsidRPr="002377C7" w:rsidRDefault="002377C7" w:rsidP="009D6532">
            <w:pPr>
              <w:pStyle w:val="aa"/>
            </w:pPr>
          </w:p>
        </w:tc>
      </w:tr>
      <w:tr w:rsidR="002377C7" w:rsidRPr="002377C7" w:rsidTr="002377C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377C7" w:rsidRPr="002377C7" w:rsidRDefault="002377C7" w:rsidP="009D6532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2377C7" w:rsidTr="002377C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377C7" w:rsidRDefault="002377C7" w:rsidP="002743B5">
            <w:pPr>
              <w:pStyle w:val="aa"/>
            </w:pPr>
            <w:r w:rsidRPr="002377C7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377C7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377C7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377C7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377C7" w:rsidRDefault="002377C7" w:rsidP="002743B5">
            <w:pPr>
              <w:pStyle w:val="aa"/>
            </w:pPr>
            <w:r w:rsidRPr="002377C7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377C7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377C7" w:rsidRDefault="002743B5" w:rsidP="002743B5">
            <w:pPr>
              <w:pStyle w:val="aa"/>
            </w:pPr>
          </w:p>
        </w:tc>
      </w:tr>
      <w:tr w:rsidR="002743B5" w:rsidRPr="002377C7" w:rsidTr="002377C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2377C7" w:rsidRDefault="002377C7" w:rsidP="002743B5">
            <w:pPr>
              <w:pStyle w:val="aa"/>
              <w:rPr>
                <w:b/>
                <w:vertAlign w:val="superscript"/>
              </w:rPr>
            </w:pPr>
            <w:r w:rsidRPr="002377C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2377C7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2377C7" w:rsidRDefault="002377C7" w:rsidP="002743B5">
            <w:pPr>
              <w:pStyle w:val="aa"/>
              <w:rPr>
                <w:b/>
                <w:vertAlign w:val="superscript"/>
              </w:rPr>
            </w:pPr>
            <w:r w:rsidRPr="002377C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2377C7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2377C7" w:rsidRDefault="002377C7" w:rsidP="002743B5">
            <w:pPr>
              <w:pStyle w:val="aa"/>
              <w:rPr>
                <w:b/>
                <w:vertAlign w:val="superscript"/>
              </w:rPr>
            </w:pPr>
            <w:r w:rsidRPr="002377C7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2377C7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2377C7" w:rsidRDefault="002377C7" w:rsidP="002743B5">
            <w:pPr>
              <w:pStyle w:val="aa"/>
              <w:rPr>
                <w:vertAlign w:val="superscript"/>
              </w:rPr>
            </w:pPr>
            <w:r w:rsidRPr="002377C7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AB7" w:rsidRDefault="00832AB7" w:rsidP="002377C7">
      <w:r>
        <w:separator/>
      </w:r>
    </w:p>
  </w:endnote>
  <w:endnote w:type="continuationSeparator" w:id="0">
    <w:p w:rsidR="00832AB7" w:rsidRDefault="00832AB7" w:rsidP="00237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C7" w:rsidRDefault="002377C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C7" w:rsidRDefault="002377C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C7" w:rsidRDefault="002377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AB7" w:rsidRDefault="00832AB7" w:rsidP="002377C7">
      <w:r>
        <w:separator/>
      </w:r>
    </w:p>
  </w:footnote>
  <w:footnote w:type="continuationSeparator" w:id="0">
    <w:p w:rsidR="00832AB7" w:rsidRDefault="00832AB7" w:rsidP="00237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C7" w:rsidRDefault="002377C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C7" w:rsidRDefault="002377C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C7" w:rsidRDefault="002377C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3"/>
    <w:docVar w:name="ceh_info" w:val="Открытое акционерное общество &quot;РОТ ФРОНТ&quot;"/>
    <w:docVar w:name="doc_name" w:val="Документ3"/>
    <w:docVar w:name="fill_date" w:val="12.03.2018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2377C7"/>
    <w:rsid w:val="0002033E"/>
    <w:rsid w:val="000C5130"/>
    <w:rsid w:val="000D3760"/>
    <w:rsid w:val="000F0714"/>
    <w:rsid w:val="0010293F"/>
    <w:rsid w:val="00196135"/>
    <w:rsid w:val="001A7AC3"/>
    <w:rsid w:val="001B19D8"/>
    <w:rsid w:val="002377C7"/>
    <w:rsid w:val="00237B32"/>
    <w:rsid w:val="002743B5"/>
    <w:rsid w:val="002761BA"/>
    <w:rsid w:val="002E4BD9"/>
    <w:rsid w:val="00313630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32AB7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241E0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377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77C7"/>
    <w:rPr>
      <w:sz w:val="24"/>
    </w:rPr>
  </w:style>
  <w:style w:type="paragraph" w:styleId="ad">
    <w:name w:val="footer"/>
    <w:basedOn w:val="a"/>
    <w:link w:val="ae"/>
    <w:rsid w:val="002377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377C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377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77C7"/>
    <w:rPr>
      <w:sz w:val="24"/>
    </w:rPr>
  </w:style>
  <w:style w:type="paragraph" w:styleId="ad">
    <w:name w:val="footer"/>
    <w:basedOn w:val="a"/>
    <w:link w:val="ae"/>
    <w:rsid w:val="002377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377C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5</TotalTime>
  <Pages>1</Pages>
  <Words>3861</Words>
  <Characters>22012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Татошка</dc:creator>
  <cp:lastModifiedBy>naartemova</cp:lastModifiedBy>
  <cp:revision>3</cp:revision>
  <dcterms:created xsi:type="dcterms:W3CDTF">2018-03-15T20:39:00Z</dcterms:created>
  <dcterms:modified xsi:type="dcterms:W3CDTF">2018-05-04T09:40:00Z</dcterms:modified>
</cp:coreProperties>
</file>